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133BDF39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élément de montage pour </w:t>
      </w:r>
      <w:r w:rsidR="00492E71" w:rsidRPr="002F62EA">
        <w:rPr>
          <w:rFonts w:ascii="Arial" w:hAnsi="Arial" w:cs="Arial"/>
          <w:lang w:val="fr-FR"/>
        </w:rPr>
        <w:t>urinoir</w:t>
      </w:r>
    </w:p>
    <w:p w14:paraId="05086975" w14:textId="0E71F024" w:rsidR="003653E1" w:rsidRPr="002F62EA" w:rsidRDefault="003653E1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pour </w:t>
      </w:r>
      <w:r w:rsidR="008A1870" w:rsidRPr="002F62EA">
        <w:rPr>
          <w:rFonts w:ascii="Arial" w:hAnsi="Arial" w:cs="Arial"/>
          <w:lang w:val="fr-FR"/>
        </w:rPr>
        <w:t xml:space="preserve">le </w:t>
      </w:r>
      <w:r w:rsidRPr="002F62EA">
        <w:rPr>
          <w:rFonts w:ascii="Arial" w:hAnsi="Arial" w:cs="Arial"/>
          <w:lang w:val="fr-FR"/>
        </w:rPr>
        <w:t>montage contre un mur</w:t>
      </w:r>
      <w:r w:rsidR="00492E71" w:rsidRPr="002F62EA">
        <w:rPr>
          <w:rFonts w:ascii="Arial" w:hAnsi="Arial" w:cs="Arial"/>
          <w:lang w:val="fr-FR"/>
        </w:rPr>
        <w:t xml:space="preserve"> en utilisant un set de fixation murale</w:t>
      </w:r>
      <w:r w:rsidRPr="002F62EA">
        <w:rPr>
          <w:rFonts w:ascii="Arial" w:hAnsi="Arial" w:cs="Arial"/>
          <w:lang w:val="fr-FR"/>
        </w:rPr>
        <w:t xml:space="preserve"> et à recouvrir de plaques de </w:t>
      </w:r>
      <w:r w:rsidR="0003064C" w:rsidRPr="002F62EA">
        <w:rPr>
          <w:rFonts w:ascii="Arial" w:hAnsi="Arial" w:cs="Arial"/>
          <w:lang w:val="fr-FR"/>
        </w:rPr>
        <w:t>finition (</w:t>
      </w:r>
      <w:r w:rsidRPr="002F62EA">
        <w:rPr>
          <w:rFonts w:ascii="Arial" w:hAnsi="Arial" w:cs="Arial"/>
          <w:lang w:val="fr-FR"/>
        </w:rPr>
        <w:t>plâtre</w:t>
      </w:r>
      <w:r w:rsidR="0003064C" w:rsidRPr="002F62EA">
        <w:rPr>
          <w:rFonts w:ascii="Arial" w:hAnsi="Arial" w:cs="Arial"/>
          <w:lang w:val="fr-FR"/>
        </w:rPr>
        <w:t>, …)</w:t>
      </w:r>
    </w:p>
    <w:p w14:paraId="2EC272E4" w14:textId="77777777" w:rsidR="00A0780F" w:rsidRPr="002F62EA" w:rsidRDefault="004175C6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pour le montage dans des cloisons (cloisons en applique ou cloisons de séparation)</w:t>
      </w:r>
    </w:p>
    <w:p w14:paraId="5102365F" w14:textId="5C42D841" w:rsidR="002138C0" w:rsidRPr="007C280C" w:rsidRDefault="002138C0" w:rsidP="000447BC">
      <w:pPr>
        <w:pStyle w:val="Bulleted1"/>
        <w:rPr>
          <w:rFonts w:ascii="Arial" w:hAnsi="Arial"/>
          <w:lang w:val="fr-BE"/>
        </w:rPr>
      </w:pPr>
      <w:r w:rsidRPr="007C280C">
        <w:rPr>
          <w:rFonts w:ascii="Arial" w:hAnsi="Arial"/>
          <w:lang w:val="fr-BE"/>
        </w:rPr>
        <w:t xml:space="preserve">le boîtier à encastrer, préalablement monté, pour la commande de l’urinoir est situé </w:t>
      </w:r>
      <w:r w:rsidRPr="007C280C">
        <w:rPr>
          <w:rFonts w:ascii="Arial" w:hAnsi="Arial"/>
          <w:lang w:val="fr-BE"/>
        </w:rPr>
        <w:br/>
        <w:t>au-dessus de l'urinoir et convient à l'installation d'un rinçage manuel ou automatique</w:t>
      </w:r>
    </w:p>
    <w:p w14:paraId="73770864" w14:textId="19D648BE" w:rsidR="00FA10C2" w:rsidRPr="00B93CE5" w:rsidRDefault="00FA10C2" w:rsidP="000447BC">
      <w:pPr>
        <w:pStyle w:val="Bulleted1"/>
        <w:rPr>
          <w:rFonts w:ascii="Arial" w:hAnsi="Arial"/>
          <w:lang w:val="fr-BE"/>
        </w:rPr>
      </w:pPr>
      <w:r w:rsidRPr="00B93CE5">
        <w:rPr>
          <w:rFonts w:ascii="Arial" w:hAnsi="Arial"/>
          <w:lang w:val="fr-BE"/>
        </w:rPr>
        <w:t>l'élément de mo</w:t>
      </w:r>
      <w:r w:rsidR="000447BC" w:rsidRPr="00B93CE5">
        <w:rPr>
          <w:rFonts w:ascii="Arial" w:hAnsi="Arial"/>
          <w:lang w:val="fr-BE"/>
        </w:rPr>
        <w:t>ntage</w:t>
      </w:r>
      <w:r w:rsidRPr="00B93CE5">
        <w:rPr>
          <w:rFonts w:ascii="Arial" w:hAnsi="Arial"/>
          <w:lang w:val="fr-BE"/>
        </w:rPr>
        <w:t xml:space="preserve"> permet de raccorder des urinoirs avec une alimentation par </w:t>
      </w:r>
      <w:r w:rsidR="00B93CE5" w:rsidRPr="00B93CE5">
        <w:rPr>
          <w:rFonts w:ascii="Arial" w:hAnsi="Arial"/>
          <w:lang w:val="fr-FR"/>
        </w:rPr>
        <w:t xml:space="preserve">R ½" </w:t>
      </w:r>
      <w:r w:rsidRPr="00B93CE5">
        <w:rPr>
          <w:rFonts w:ascii="Arial" w:hAnsi="Arial"/>
          <w:lang w:val="fr-BE"/>
        </w:rPr>
        <w:t>et une évacuation par l'arrière</w:t>
      </w:r>
    </w:p>
    <w:p w14:paraId="6FF2079D" w14:textId="746B0715" w:rsidR="00676154" w:rsidRPr="002F62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2F62EA">
        <w:rPr>
          <w:rFonts w:ascii="Arial" w:hAnsi="Arial" w:cs="Arial"/>
          <w:b/>
          <w:bCs/>
        </w:rPr>
        <w:t>atériau</w:t>
      </w:r>
      <w:r w:rsidR="00D408B0" w:rsidRPr="002F62EA">
        <w:rPr>
          <w:rFonts w:ascii="Arial" w:hAnsi="Arial" w:cs="Arial"/>
          <w:b/>
          <w:bCs/>
        </w:rPr>
        <w:t>x</w:t>
      </w:r>
      <w:proofErr w:type="spellEnd"/>
      <w:r w:rsidRPr="002F62EA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2F62EA">
        <w:rPr>
          <w:rFonts w:ascii="Arial" w:hAnsi="Arial" w:cs="Arial"/>
          <w:b/>
          <w:bCs/>
        </w:rPr>
        <w:t>caractéristique</w:t>
      </w:r>
      <w:r w:rsidRPr="002F62EA"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2F62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Matériau</w:t>
      </w:r>
      <w:r w:rsidR="00F733CD" w:rsidRPr="002F62EA">
        <w:rPr>
          <w:rFonts w:ascii="Arial" w:hAnsi="Arial"/>
          <w:b/>
          <w:u w:val="none"/>
        </w:rPr>
        <w:t>x</w:t>
      </w:r>
      <w:proofErr w:type="spellEnd"/>
    </w:p>
    <w:p w14:paraId="30DC7CCE" w14:textId="0DA65BC7" w:rsidR="00276414" w:rsidRPr="002F62EA" w:rsidRDefault="00276414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l'élément de montage pour </w:t>
      </w:r>
      <w:r w:rsidR="00684B8C" w:rsidRPr="002F62EA">
        <w:rPr>
          <w:rFonts w:ascii="Arial" w:hAnsi="Arial" w:cs="Arial"/>
          <w:lang w:val="fr-FR"/>
        </w:rPr>
        <w:t>urinoir</w:t>
      </w:r>
      <w:r w:rsidRPr="002F62EA">
        <w:rPr>
          <w:rFonts w:ascii="Arial" w:hAnsi="Arial" w:cs="Arial"/>
          <w:lang w:val="fr-FR"/>
        </w:rPr>
        <w:t xml:space="preserve"> est fabriqué </w:t>
      </w:r>
      <w:r w:rsidR="00231F4C" w:rsidRPr="002F62EA">
        <w:rPr>
          <w:rFonts w:ascii="Arial" w:hAnsi="Arial" w:cs="Arial"/>
          <w:lang w:val="fr-FR"/>
        </w:rPr>
        <w:t xml:space="preserve">au moyen </w:t>
      </w:r>
      <w:r w:rsidRPr="002F62EA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2F62EA">
          <w:rPr>
            <w:rFonts w:ascii="Arial" w:hAnsi="Arial" w:cs="Arial"/>
            <w:lang w:val="fr-FR"/>
          </w:rPr>
          <w:t>4 cm</w:t>
        </w:r>
      </w:smartTag>
      <w:r w:rsidRPr="002F62EA"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 w:rsidRPr="002F62EA">
          <w:rPr>
            <w:rFonts w:ascii="Arial" w:hAnsi="Arial" w:cs="Arial"/>
            <w:lang w:val="fr-FR"/>
          </w:rPr>
          <w:t>2 mm</w:t>
        </w:r>
      </w:smartTag>
      <w:r w:rsidRPr="002F62EA">
        <w:rPr>
          <w:rFonts w:ascii="Arial" w:hAnsi="Arial" w:cs="Arial"/>
          <w:lang w:val="fr-FR"/>
        </w:rPr>
        <w:t xml:space="preserve">, en acier </w:t>
      </w:r>
      <w:r w:rsidR="00710232" w:rsidRPr="002F62EA">
        <w:rPr>
          <w:rFonts w:ascii="Arial" w:hAnsi="Arial" w:cs="Arial"/>
          <w:lang w:val="fr-FR"/>
        </w:rPr>
        <w:t>thermo</w:t>
      </w:r>
      <w:r w:rsidRPr="002F62EA">
        <w:rPr>
          <w:rFonts w:ascii="Arial" w:hAnsi="Arial" w:cs="Arial"/>
          <w:lang w:val="fr-FR"/>
        </w:rPr>
        <w:t>laqué bleu</w:t>
      </w:r>
    </w:p>
    <w:p w14:paraId="15ACB505" w14:textId="586963EE" w:rsidR="00276414" w:rsidRDefault="00231F4C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024397" w:rsidRPr="002F62EA">
        <w:rPr>
          <w:rFonts w:ascii="Arial" w:hAnsi="Arial"/>
          <w:lang w:val="fr-FR"/>
        </w:rPr>
        <w:t>pieds supports</w:t>
      </w:r>
      <w:r w:rsidR="00276414" w:rsidRPr="002F62EA">
        <w:rPr>
          <w:rFonts w:ascii="Arial" w:hAnsi="Arial"/>
          <w:lang w:val="fr-FR"/>
        </w:rPr>
        <w:t xml:space="preserve">, </w:t>
      </w:r>
      <w:r w:rsidR="00234F4A" w:rsidRPr="002F62EA">
        <w:rPr>
          <w:rFonts w:ascii="Arial" w:hAnsi="Arial"/>
          <w:lang w:val="fr-FR"/>
        </w:rPr>
        <w:t xml:space="preserve">plaquettes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234F4A" w:rsidRPr="002F62EA">
        <w:rPr>
          <w:rFonts w:ascii="Arial" w:hAnsi="Arial"/>
          <w:lang w:val="fr-FR"/>
        </w:rPr>
        <w:t xml:space="preserve">des </w:t>
      </w:r>
      <w:r w:rsidR="00024397" w:rsidRPr="002F62EA">
        <w:rPr>
          <w:rFonts w:ascii="Arial" w:hAnsi="Arial"/>
          <w:lang w:val="fr-FR"/>
        </w:rPr>
        <w:t>pieds supports</w:t>
      </w:r>
      <w:r w:rsidR="00234F4A" w:rsidRPr="002F62EA">
        <w:rPr>
          <w:rFonts w:ascii="Arial" w:hAnsi="Arial"/>
          <w:lang w:val="fr-FR"/>
        </w:rPr>
        <w:t xml:space="preserve"> et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fixations murales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sont zingués</w:t>
      </w:r>
    </w:p>
    <w:p w14:paraId="1DA92D8D" w14:textId="2A9F4EC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>e siphon d'urinoir</w:t>
      </w:r>
      <w:r w:rsidR="00110427" w:rsidRPr="002F62EA">
        <w:rPr>
          <w:rFonts w:ascii="Arial" w:hAnsi="Arial" w:cs="Arial"/>
          <w:lang w:val="fr-FR"/>
        </w:rPr>
        <w:t xml:space="preserve"> (</w:t>
      </w:r>
      <w:r w:rsidR="00684B8C" w:rsidRPr="002F62EA">
        <w:rPr>
          <w:rFonts w:ascii="Arial" w:hAnsi="Arial" w:cs="Arial"/>
          <w:lang w:val="fr-FR"/>
        </w:rPr>
        <w:t xml:space="preserve">sortie </w:t>
      </w:r>
      <w:r w:rsidR="00110427" w:rsidRPr="002F62EA">
        <w:rPr>
          <w:rFonts w:ascii="Arial" w:hAnsi="Arial" w:cs="Arial"/>
          <w:lang w:val="fr-FR"/>
        </w:rPr>
        <w:t>ø5</w:t>
      </w:r>
      <w:r w:rsidR="00684B8C"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="00110427" w:rsidRPr="002F62EA">
        <w:rPr>
          <w:rFonts w:ascii="Arial" w:hAnsi="Arial" w:cs="Arial"/>
          <w:lang w:val="fr-FR"/>
        </w:rPr>
        <w:t>) est en PP</w:t>
      </w:r>
    </w:p>
    <w:p w14:paraId="3C9E6916" w14:textId="158B5091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joint à lèvres du siphon en en EPDM</w:t>
      </w:r>
    </w:p>
    <w:p w14:paraId="1C9E8473" w14:textId="2D001463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coude d'évacuation (sortie ø50 mm) est en PE</w:t>
      </w:r>
    </w:p>
    <w:p w14:paraId="7E453E8E" w14:textId="3194EB7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 xml:space="preserve">e joint à lèvres </w:t>
      </w:r>
      <w:r w:rsidR="00684B8C" w:rsidRPr="002F62EA">
        <w:rPr>
          <w:rFonts w:ascii="Arial" w:hAnsi="Arial"/>
          <w:lang w:val="fr-BE"/>
        </w:rPr>
        <w:t>(ø50 mm x ø57 mm) du coude</w:t>
      </w:r>
      <w:r w:rsidR="00110427" w:rsidRPr="002F62EA">
        <w:rPr>
          <w:rFonts w:ascii="Arial" w:hAnsi="Arial" w:cs="Arial"/>
          <w:lang w:val="fr-FR"/>
        </w:rPr>
        <w:t xml:space="preserve"> d’évacuation </w:t>
      </w:r>
      <w:r w:rsidR="00684B8C" w:rsidRPr="002F62EA">
        <w:rPr>
          <w:rFonts w:ascii="Arial" w:hAnsi="Arial" w:cs="Arial"/>
          <w:lang w:val="fr-FR"/>
        </w:rPr>
        <w:t>es</w:t>
      </w:r>
      <w:r w:rsidR="00731A03" w:rsidRPr="002F62EA">
        <w:rPr>
          <w:rFonts w:ascii="Arial" w:hAnsi="Arial" w:cs="Arial"/>
          <w:lang w:val="fr-FR"/>
        </w:rPr>
        <w:t>t</w:t>
      </w:r>
      <w:r w:rsidR="00110427" w:rsidRPr="002F62EA">
        <w:rPr>
          <w:rFonts w:ascii="Arial" w:hAnsi="Arial" w:cs="Arial"/>
          <w:lang w:val="fr-FR"/>
        </w:rPr>
        <w:t xml:space="preserve"> en </w:t>
      </w:r>
      <w:r w:rsidR="00684B8C" w:rsidRPr="002F62EA">
        <w:rPr>
          <w:rFonts w:ascii="Arial" w:hAnsi="Arial" w:cs="Arial"/>
          <w:lang w:val="fr-FR"/>
        </w:rPr>
        <w:t>E</w:t>
      </w:r>
      <w:r w:rsidR="00110427" w:rsidRPr="002F62EA">
        <w:rPr>
          <w:rFonts w:ascii="Arial" w:hAnsi="Arial" w:cs="Arial"/>
          <w:lang w:val="fr-FR"/>
        </w:rPr>
        <w:t>P</w:t>
      </w:r>
      <w:r w:rsidR="00684B8C" w:rsidRPr="002F62EA">
        <w:rPr>
          <w:rFonts w:ascii="Arial" w:hAnsi="Arial" w:cs="Arial"/>
          <w:lang w:val="fr-FR"/>
        </w:rPr>
        <w:t>DM</w:t>
      </w:r>
    </w:p>
    <w:p w14:paraId="417DC09A" w14:textId="77777777" w:rsidR="00C14926" w:rsidRPr="002F62EA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Ca</w:t>
      </w:r>
      <w:r w:rsidR="00C14926" w:rsidRPr="002F62EA">
        <w:rPr>
          <w:rFonts w:ascii="Arial" w:hAnsi="Arial"/>
          <w:b/>
          <w:u w:val="none"/>
        </w:rPr>
        <w:t>r</w:t>
      </w:r>
      <w:r w:rsidRPr="002F62EA">
        <w:rPr>
          <w:rFonts w:ascii="Arial" w:hAnsi="Arial"/>
          <w:b/>
          <w:u w:val="none"/>
        </w:rPr>
        <w:t>ac</w:t>
      </w:r>
      <w:r w:rsidR="00C679B2" w:rsidRPr="002F62EA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8CDD5DF" w14:textId="038E00CE" w:rsidR="00EF0DEB" w:rsidRPr="002F62EA" w:rsidRDefault="00024397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pieds supports</w:t>
      </w:r>
      <w:r w:rsidR="00562813" w:rsidRPr="002F62EA">
        <w:rPr>
          <w:rFonts w:ascii="Arial" w:hAnsi="Arial" w:cs="Arial"/>
          <w:lang w:val="fr-FR"/>
        </w:rPr>
        <w:t xml:space="preserve"> réglables individuellement en hauteur (sans cran</w:t>
      </w:r>
      <w:r w:rsidR="00D86B34" w:rsidRPr="002F62EA">
        <w:rPr>
          <w:rFonts w:ascii="Arial" w:hAnsi="Arial" w:cs="Arial"/>
          <w:lang w:val="fr-FR"/>
        </w:rPr>
        <w:t>)</w:t>
      </w:r>
    </w:p>
    <w:p w14:paraId="4B92A8D9" w14:textId="77777777" w:rsidR="00562813" w:rsidRPr="002F62EA" w:rsidRDefault="00E9463C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un mécanisme à ressort, </w:t>
      </w:r>
      <w:r w:rsidR="001663E7" w:rsidRPr="002F62EA">
        <w:rPr>
          <w:rFonts w:ascii="Arial" w:hAnsi="Arial" w:cs="Arial"/>
          <w:lang w:val="fr-FR"/>
        </w:rPr>
        <w:t xml:space="preserve">prémonté </w:t>
      </w:r>
      <w:r w:rsidRPr="002F62EA">
        <w:rPr>
          <w:rFonts w:ascii="Arial" w:hAnsi="Arial" w:cs="Arial"/>
          <w:lang w:val="fr-FR"/>
        </w:rPr>
        <w:t xml:space="preserve">dans les </w:t>
      </w:r>
      <w:r w:rsidR="00024397" w:rsidRPr="002F62EA">
        <w:rPr>
          <w:rFonts w:ascii="Arial" w:hAnsi="Arial" w:cs="Arial"/>
          <w:lang w:val="fr-FR"/>
        </w:rPr>
        <w:t>pieds supports</w:t>
      </w:r>
      <w:r w:rsidRPr="002F62EA">
        <w:rPr>
          <w:rFonts w:ascii="Arial" w:hAnsi="Arial" w:cs="Arial"/>
          <w:lang w:val="fr-FR"/>
        </w:rPr>
        <w:t xml:space="preserve">, </w:t>
      </w:r>
      <w:r w:rsidR="00B97597" w:rsidRPr="002F62EA">
        <w:rPr>
          <w:rFonts w:ascii="Arial" w:hAnsi="Arial" w:cs="Arial"/>
          <w:lang w:val="fr-FR"/>
        </w:rPr>
        <w:t xml:space="preserve">rend </w:t>
      </w:r>
      <w:r w:rsidR="001663E7" w:rsidRPr="002F62EA">
        <w:rPr>
          <w:rFonts w:ascii="Arial" w:hAnsi="Arial" w:cs="Arial"/>
          <w:lang w:val="fr-FR"/>
        </w:rPr>
        <w:t>ceux-ci</w:t>
      </w:r>
      <w:r w:rsidR="00B97597" w:rsidRPr="002F62EA">
        <w:rPr>
          <w:rFonts w:ascii="Arial" w:hAnsi="Arial" w:cs="Arial"/>
          <w:lang w:val="fr-FR"/>
        </w:rPr>
        <w:t xml:space="preserve"> 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>antidérapants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 xml:space="preserve"> et facilite ainsi </w:t>
      </w:r>
      <w:r w:rsidRPr="002F62EA">
        <w:rPr>
          <w:rFonts w:ascii="Arial" w:hAnsi="Arial" w:cs="Arial"/>
          <w:lang w:val="fr-FR"/>
        </w:rPr>
        <w:t xml:space="preserve">le réglage </w:t>
      </w:r>
      <w:r w:rsidR="001663E7" w:rsidRPr="002F62EA">
        <w:rPr>
          <w:rFonts w:ascii="Arial" w:hAnsi="Arial" w:cs="Arial"/>
          <w:lang w:val="fr-FR"/>
        </w:rPr>
        <w:t>en</w:t>
      </w:r>
      <w:r w:rsidRPr="002F62EA">
        <w:rPr>
          <w:rFonts w:ascii="Arial" w:hAnsi="Arial" w:cs="Arial"/>
          <w:lang w:val="fr-FR"/>
        </w:rPr>
        <w:t xml:space="preserve"> hauteur durant le montage</w:t>
      </w:r>
    </w:p>
    <w:p w14:paraId="546468B1" w14:textId="77777777" w:rsidR="00E9463C" w:rsidRPr="002F62EA" w:rsidRDefault="00D1785E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un point de repère facilite la définition de la hauteur de montage par rapport au sol fini</w:t>
      </w:r>
    </w:p>
    <w:p w14:paraId="2B1142AB" w14:textId="77777777" w:rsidR="0070288E" w:rsidRPr="002F62EA" w:rsidRDefault="00B96858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BF7C05" w:rsidRPr="002F62EA">
        <w:rPr>
          <w:rFonts w:ascii="Arial" w:hAnsi="Arial"/>
          <w:lang w:val="fr-FR"/>
        </w:rPr>
        <w:t xml:space="preserve">plaquettes </w:t>
      </w:r>
      <w:r w:rsidR="003B7C37" w:rsidRPr="002F62EA">
        <w:rPr>
          <w:rFonts w:ascii="Arial" w:hAnsi="Arial"/>
          <w:lang w:val="fr-FR"/>
        </w:rPr>
        <w:t xml:space="preserve">rectangulaires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BF7C05" w:rsidRPr="002F62EA">
        <w:rPr>
          <w:rFonts w:ascii="Arial" w:hAnsi="Arial"/>
          <w:lang w:val="fr-FR"/>
        </w:rPr>
        <w:t>des pieds supports</w:t>
      </w:r>
      <w:r w:rsidR="003B7C37" w:rsidRPr="002F62EA">
        <w:rPr>
          <w:rFonts w:ascii="Arial" w:hAnsi="Arial"/>
          <w:lang w:val="fr-FR"/>
        </w:rPr>
        <w:t xml:space="preserve"> sont pivotantes</w:t>
      </w:r>
      <w:r w:rsidR="0038334F" w:rsidRPr="002F62EA">
        <w:rPr>
          <w:rFonts w:ascii="Arial" w:hAnsi="Arial"/>
          <w:lang w:val="fr-FR"/>
        </w:rPr>
        <w:t xml:space="preserve">, elles </w:t>
      </w:r>
      <w:r w:rsidR="00AE6BB2" w:rsidRPr="002F62EA">
        <w:rPr>
          <w:rFonts w:ascii="Arial" w:hAnsi="Arial"/>
          <w:lang w:val="fr-FR"/>
        </w:rPr>
        <w:t>entrent parfaitement</w:t>
      </w:r>
      <w:r w:rsidR="0038334F" w:rsidRPr="002F62EA">
        <w:rPr>
          <w:rFonts w:ascii="Arial" w:hAnsi="Arial"/>
          <w:lang w:val="fr-FR"/>
        </w:rPr>
        <w:t xml:space="preserve"> dans les profilés </w:t>
      </w:r>
      <w:r w:rsidR="0070288E" w:rsidRPr="002F62EA">
        <w:rPr>
          <w:rFonts w:ascii="Arial" w:hAnsi="Arial"/>
          <w:lang w:val="fr-FR"/>
        </w:rPr>
        <w:t xml:space="preserve">de structures </w:t>
      </w:r>
      <w:r w:rsidR="00AA263D" w:rsidRPr="002F62EA">
        <w:rPr>
          <w:rFonts w:ascii="Arial" w:hAnsi="Arial" w:cs="Arial"/>
          <w:lang w:val="fr-FR"/>
        </w:rPr>
        <w:t xml:space="preserve">métalliques en U </w:t>
      </w:r>
      <w:r w:rsidR="0070288E" w:rsidRPr="002F62EA">
        <w:rPr>
          <w:rFonts w:ascii="Arial" w:hAnsi="Arial" w:cs="Arial"/>
          <w:lang w:val="fr-FR"/>
        </w:rPr>
        <w:t xml:space="preserve">(cloisons) </w:t>
      </w:r>
      <w:r w:rsidR="00AA263D" w:rsidRPr="002F62EA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2F62EA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Pr="002F62EA" w:rsidRDefault="00AA263D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les plaquettes de base des pieds support entrent parfaitement dans les profilés </w:t>
      </w:r>
      <w:r w:rsidR="00862C7F" w:rsidRPr="002F62EA">
        <w:rPr>
          <w:rFonts w:ascii="Arial" w:hAnsi="Arial" w:cs="Arial"/>
          <w:lang w:val="fr-FR"/>
        </w:rPr>
        <w:t xml:space="preserve">du même fabricant </w:t>
      </w:r>
      <w:r w:rsidRPr="002F62EA">
        <w:rPr>
          <w:rFonts w:ascii="Arial" w:hAnsi="Arial" w:cs="Arial"/>
          <w:lang w:val="fr-FR"/>
        </w:rPr>
        <w:t>(pour système</w:t>
      </w:r>
      <w:r w:rsidR="00862C7F" w:rsidRPr="002F62EA">
        <w:rPr>
          <w:rFonts w:ascii="Arial" w:hAnsi="Arial" w:cs="Arial"/>
          <w:lang w:val="fr-FR"/>
        </w:rPr>
        <w:t>s de cloisons</w:t>
      </w:r>
      <w:r w:rsidRPr="002F62EA">
        <w:rPr>
          <w:rFonts w:ascii="Arial" w:hAnsi="Arial" w:cs="Arial"/>
          <w:lang w:val="fr-FR"/>
        </w:rPr>
        <w:t>)</w:t>
      </w:r>
    </w:p>
    <w:p w14:paraId="752A126E" w14:textId="77777777" w:rsidR="00AA263D" w:rsidRPr="002F62EA" w:rsidRDefault="000C02D1" w:rsidP="000C02D1">
      <w:pPr>
        <w:pStyle w:val="Bulleted1"/>
        <w:rPr>
          <w:rFonts w:cs="Arial"/>
          <w:lang w:val="fr-FR"/>
        </w:rPr>
      </w:pPr>
      <w:r w:rsidRPr="002F62EA">
        <w:rPr>
          <w:lang w:val="fr-FR"/>
        </w:rPr>
        <w:t xml:space="preserve">le cadre de l'élément de montage </w:t>
      </w:r>
      <w:r w:rsidR="00CB683B" w:rsidRPr="002F62EA">
        <w:rPr>
          <w:lang w:val="fr-FR"/>
        </w:rPr>
        <w:t>dispose de</w:t>
      </w:r>
      <w:r w:rsidRPr="002F62EA">
        <w:rPr>
          <w:lang w:val="fr-FR"/>
        </w:rPr>
        <w:t xml:space="preserve"> </w:t>
      </w:r>
      <w:r w:rsidRPr="002F62EA">
        <w:rPr>
          <w:rFonts w:ascii="Arial" w:hAnsi="Arial"/>
          <w:lang w:val="fr-FR"/>
        </w:rPr>
        <w:t>trous de forage</w:t>
      </w:r>
      <w:r w:rsidR="00CB683B" w:rsidRPr="002F62EA">
        <w:rPr>
          <w:rFonts w:ascii="Arial" w:hAnsi="Arial"/>
          <w:lang w:val="fr-FR"/>
        </w:rPr>
        <w:t xml:space="preserve"> de</w:t>
      </w:r>
      <w:r w:rsidRPr="002F62EA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8B397A6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d’évacuation orientable en PE (ø</w:t>
      </w:r>
      <w:r w:rsidR="008E1F59" w:rsidRPr="002F62EA">
        <w:rPr>
          <w:rFonts w:ascii="Arial" w:hAnsi="Arial" w:cs="Arial"/>
          <w:lang w:val="fr-FR"/>
        </w:rPr>
        <w:t>5</w:t>
      </w:r>
      <w:r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Pr="002F62EA">
        <w:rPr>
          <w:rFonts w:ascii="Arial" w:hAnsi="Arial" w:cs="Arial"/>
          <w:lang w:val="fr-FR"/>
        </w:rPr>
        <w:t xml:space="preserve">) et collier avec doublure </w:t>
      </w:r>
      <w:r w:rsidR="00F836DD" w:rsidRPr="002F62EA">
        <w:rPr>
          <w:rFonts w:ascii="Arial" w:hAnsi="Arial" w:cs="Arial"/>
          <w:lang w:val="fr-FR"/>
        </w:rPr>
        <w:t>acoustique</w:t>
      </w:r>
      <w:r w:rsidR="008E1F59" w:rsidRPr="002F62EA">
        <w:rPr>
          <w:rFonts w:ascii="Arial" w:hAnsi="Arial" w:cs="Arial"/>
          <w:lang w:val="fr-FR"/>
        </w:rPr>
        <w:t>, réglable en hauteur</w:t>
      </w:r>
    </w:p>
    <w:p w14:paraId="516660DD" w14:textId="4DF29207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d‘évacuation à monter en profondeur</w:t>
      </w:r>
      <w:r w:rsidR="001D3824" w:rsidRPr="002F62EA">
        <w:rPr>
          <w:rFonts w:ascii="Arial" w:hAnsi="Arial" w:cs="Arial"/>
          <w:lang w:val="fr-FR"/>
        </w:rPr>
        <w:t xml:space="preserve"> (sans cran)</w:t>
      </w:r>
    </w:p>
    <w:p w14:paraId="3396DF23" w14:textId="00ADD7E2" w:rsidR="001D3824" w:rsidRPr="002F62EA" w:rsidRDefault="001D3824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le coude d'évacuation à une entrée de ø63 mm dans laquelle est placé un joint en EPDM d'un diamètre intérieur de ø50 mm</w:t>
      </w:r>
    </w:p>
    <w:p w14:paraId="5F9ED2F4" w14:textId="1A218F6F" w:rsidR="00F10848" w:rsidRPr="002F62EA" w:rsidRDefault="00F10848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 </w:t>
      </w:r>
      <w:r w:rsidR="001D3824" w:rsidRPr="002F62EA">
        <w:rPr>
          <w:rFonts w:ascii="Arial" w:hAnsi="Arial"/>
          <w:lang w:val="fr-FR"/>
        </w:rPr>
        <w:t xml:space="preserve">raccordement à l'alimentation </w:t>
      </w:r>
      <w:r w:rsidR="00B331B8" w:rsidRPr="002F62EA">
        <w:rPr>
          <w:rFonts w:ascii="Arial" w:hAnsi="Arial"/>
          <w:lang w:val="fr-FR"/>
        </w:rPr>
        <w:t>d'</w:t>
      </w:r>
      <w:r w:rsidR="001D3824" w:rsidRPr="002F62EA">
        <w:rPr>
          <w:rFonts w:ascii="Arial" w:hAnsi="Arial"/>
          <w:lang w:val="fr-FR"/>
        </w:rPr>
        <w:t>eau R ½" (tuyau d'alimentation d'eau)</w:t>
      </w:r>
    </w:p>
    <w:p w14:paraId="5701C575" w14:textId="219B35B6" w:rsidR="006C6493" w:rsidRPr="000447BC" w:rsidRDefault="006C6493" w:rsidP="006C6493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lastRenderedPageBreak/>
        <w:t>possibilité de se raccorder à l'alimentation d'eau sans outillage avec un raccord à joint à la place du chanvre</w:t>
      </w:r>
    </w:p>
    <w:p w14:paraId="6D29590B" w14:textId="0970584A" w:rsidR="000447BC" w:rsidRPr="0018199C" w:rsidRDefault="00D93556" w:rsidP="000447BC">
      <w:pPr>
        <w:pStyle w:val="Bulleted1"/>
        <w:rPr>
          <w:rFonts w:ascii="Arial" w:hAnsi="Arial"/>
          <w:lang w:val="fr-BE"/>
        </w:rPr>
      </w:pPr>
      <w:r w:rsidRPr="0018199C">
        <w:rPr>
          <w:rFonts w:ascii="Arial" w:hAnsi="Arial"/>
          <w:lang w:val="fr-BE"/>
        </w:rPr>
        <w:t>le tuyau de rinçage</w:t>
      </w:r>
      <w:r w:rsidR="000447BC" w:rsidRPr="0018199C">
        <w:rPr>
          <w:rFonts w:ascii="Arial" w:hAnsi="Arial"/>
          <w:lang w:val="fr-BE"/>
        </w:rPr>
        <w:t xml:space="preserve">, </w:t>
      </w:r>
      <w:r w:rsidRPr="0018199C">
        <w:rPr>
          <w:rFonts w:ascii="Arial" w:hAnsi="Arial"/>
          <w:lang w:val="fr-BE"/>
        </w:rPr>
        <w:t>un tuyau de raccordement flexible</w:t>
      </w:r>
      <w:r w:rsidR="000447BC" w:rsidRPr="0018199C">
        <w:rPr>
          <w:rFonts w:ascii="Arial" w:hAnsi="Arial"/>
          <w:lang w:val="fr-BE"/>
        </w:rPr>
        <w:t xml:space="preserve">, </w:t>
      </w:r>
      <w:r w:rsidRPr="0018199C">
        <w:rPr>
          <w:rFonts w:ascii="Arial" w:hAnsi="Arial"/>
          <w:lang w:val="fr-BE"/>
        </w:rPr>
        <w:t>est réglable en hauteur</w:t>
      </w:r>
    </w:p>
    <w:p w14:paraId="6649DB21" w14:textId="509789F1" w:rsidR="000447BC" w:rsidRPr="00216A34" w:rsidRDefault="00D93556" w:rsidP="000447BC">
      <w:pPr>
        <w:pStyle w:val="Bulleted1"/>
        <w:rPr>
          <w:rFonts w:ascii="Arial" w:hAnsi="Arial"/>
          <w:lang w:val="fr-BE"/>
        </w:rPr>
      </w:pPr>
      <w:r w:rsidRPr="00216A34">
        <w:rPr>
          <w:rFonts w:ascii="Arial" w:hAnsi="Arial"/>
          <w:lang w:val="fr-BE"/>
        </w:rPr>
        <w:t xml:space="preserve">le tuyau de rinçage est muni d'un </w:t>
      </w:r>
      <w:r w:rsidR="00216A34" w:rsidRPr="00216A34">
        <w:rPr>
          <w:rFonts w:ascii="Arial" w:hAnsi="Arial"/>
          <w:lang w:val="fr-BE"/>
        </w:rPr>
        <w:t>raccord</w:t>
      </w:r>
      <w:r w:rsidR="000447BC" w:rsidRPr="00216A34">
        <w:rPr>
          <w:rFonts w:ascii="Arial" w:hAnsi="Arial"/>
          <w:lang w:val="fr-BE"/>
        </w:rPr>
        <w:t xml:space="preserve"> </w:t>
      </w:r>
      <w:r w:rsidR="00216A34" w:rsidRPr="00216A34">
        <w:rPr>
          <w:rFonts w:ascii="Arial" w:hAnsi="Arial"/>
          <w:lang w:val="fr-FR"/>
        </w:rPr>
        <w:t xml:space="preserve">R ½" </w:t>
      </w:r>
      <w:r w:rsidR="000447BC" w:rsidRPr="00216A34">
        <w:rPr>
          <w:rFonts w:ascii="Arial" w:hAnsi="Arial"/>
          <w:lang w:val="fr-BE"/>
        </w:rPr>
        <w:t xml:space="preserve"> </w:t>
      </w:r>
      <w:r w:rsidRPr="00216A34">
        <w:rPr>
          <w:rFonts w:ascii="Arial" w:hAnsi="Arial"/>
          <w:lang w:val="fr-BE"/>
        </w:rPr>
        <w:t>pour le raccordement à l'</w:t>
      </w:r>
      <w:r w:rsidR="000447BC" w:rsidRPr="00216A34">
        <w:rPr>
          <w:rFonts w:ascii="Arial" w:hAnsi="Arial"/>
          <w:lang w:val="fr-BE"/>
        </w:rPr>
        <w:t>urinoir</w:t>
      </w:r>
    </w:p>
    <w:p w14:paraId="5601538B" w14:textId="4ED90548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des trous filetés de </w:t>
      </w:r>
      <w:r w:rsidR="002F62EA" w:rsidRPr="002F62EA">
        <w:rPr>
          <w:rFonts w:ascii="Arial" w:hAnsi="Arial" w:cs="Arial"/>
          <w:lang w:val="fr-FR"/>
        </w:rPr>
        <w:t>fixations</w:t>
      </w:r>
      <w:r w:rsidR="00114ABB" w:rsidRPr="002F62EA">
        <w:rPr>
          <w:rFonts w:ascii="Arial" w:hAnsi="Arial" w:cs="Arial"/>
          <w:lang w:val="fr-FR"/>
        </w:rPr>
        <w:t xml:space="preserve"> </w:t>
      </w:r>
      <w:r w:rsidR="002F62EA" w:rsidRPr="002F62EA">
        <w:rPr>
          <w:rFonts w:ascii="Arial" w:hAnsi="Arial" w:cs="Arial"/>
          <w:lang w:val="fr-FR"/>
        </w:rPr>
        <w:t xml:space="preserve">M8 </w:t>
      </w:r>
      <w:r w:rsidR="00114ABB" w:rsidRPr="002F62EA">
        <w:rPr>
          <w:rFonts w:ascii="Arial" w:hAnsi="Arial" w:cs="Arial"/>
          <w:lang w:val="fr-FR"/>
        </w:rPr>
        <w:t>(</w:t>
      </w:r>
      <w:r w:rsidR="002F62EA" w:rsidRPr="002F62EA">
        <w:rPr>
          <w:rFonts w:ascii="Arial" w:hAnsi="Arial" w:cs="Arial"/>
          <w:lang w:val="fr-FR"/>
        </w:rPr>
        <w:t>suspension</w:t>
      </w:r>
      <w:r w:rsidR="00114ABB" w:rsidRPr="002F62EA">
        <w:rPr>
          <w:rFonts w:ascii="Arial" w:hAnsi="Arial" w:cs="Arial"/>
          <w:lang w:val="fr-FR"/>
        </w:rPr>
        <w:t xml:space="preserve"> de l</w:t>
      </w:r>
      <w:r w:rsidR="002F62EA" w:rsidRPr="002F62EA">
        <w:rPr>
          <w:rFonts w:ascii="Arial" w:hAnsi="Arial" w:cs="Arial"/>
          <w:lang w:val="fr-FR"/>
        </w:rPr>
        <w:t>'urinoir</w:t>
      </w:r>
      <w:r w:rsidR="00114ABB" w:rsidRPr="002F62EA">
        <w:rPr>
          <w:rFonts w:ascii="Arial" w:hAnsi="Arial" w:cs="Arial"/>
          <w:lang w:val="fr-FR"/>
        </w:rPr>
        <w:t>)</w:t>
      </w:r>
      <w:r w:rsidR="002F62EA" w:rsidRPr="002F62EA">
        <w:rPr>
          <w:rFonts w:ascii="Arial" w:hAnsi="Arial" w:cs="Arial"/>
          <w:lang w:val="fr-FR"/>
        </w:rPr>
        <w:t xml:space="preserve"> avec un entraxe réglable </w:t>
      </w:r>
      <w:r w:rsidRPr="002F62EA">
        <w:rPr>
          <w:rFonts w:ascii="Arial" w:hAnsi="Arial" w:cs="Arial"/>
          <w:lang w:val="fr-FR"/>
        </w:rPr>
        <w:t>de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br/>
        <w:t>7,5</w:t>
      </w:r>
      <w:r w:rsidRPr="00A2667C">
        <w:rPr>
          <w:rFonts w:ascii="Arial" w:hAnsi="Arial" w:cs="Arial"/>
          <w:lang w:val="fr-FR"/>
        </w:rPr>
        <w:t xml:space="preserve"> cm </w:t>
      </w:r>
      <w:r w:rsidR="002F62EA">
        <w:rPr>
          <w:rFonts w:ascii="Arial" w:hAnsi="Arial" w:cs="Arial"/>
          <w:lang w:val="fr-FR"/>
        </w:rPr>
        <w:t>à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t>3</w:t>
      </w:r>
      <w:r w:rsidRPr="00A2667C">
        <w:rPr>
          <w:rFonts w:ascii="Arial" w:hAnsi="Arial" w:cs="Arial"/>
          <w:lang w:val="fr-FR"/>
        </w:rPr>
        <w:t xml:space="preserve">3 cm, </w:t>
      </w:r>
      <w:r w:rsidR="002F62EA">
        <w:rPr>
          <w:rFonts w:ascii="Arial" w:hAnsi="Arial" w:cs="Arial"/>
          <w:lang w:val="fr-FR"/>
        </w:rPr>
        <w:t>sont aussi réglables en hauteur et</w:t>
      </w:r>
      <w:r w:rsidRPr="00A2667C">
        <w:rPr>
          <w:rFonts w:ascii="Arial" w:hAnsi="Arial" w:cs="Arial"/>
          <w:lang w:val="fr-FR"/>
        </w:rPr>
        <w:t xml:space="preserve"> prévus dans l'élément de montage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870"/>
      </w:tblGrid>
      <w:tr w:rsidR="0020639C" w:rsidRPr="00F86A6E" w14:paraId="4FE72572" w14:textId="77777777" w:rsidTr="00991AAE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991AAE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FA9BAF1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11</w:t>
            </w:r>
            <w:r w:rsidR="00991AAE">
              <w:rPr>
                <w:rFonts w:ascii="Arial" w:hAnsi="Arial" w:cs="Arial"/>
              </w:rPr>
              <w:t>2 - 130</w:t>
            </w:r>
            <w:r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991AAE" w:rsidRPr="00A34AAD" w14:paraId="0F60516A" w14:textId="77777777" w:rsidTr="00991AAE">
        <w:tc>
          <w:tcPr>
            <w:tcW w:w="1441" w:type="dxa"/>
          </w:tcPr>
          <w:p w14:paraId="5A569DDF" w14:textId="7B90D890" w:rsidR="00991AAE" w:rsidRDefault="00991AA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</w:p>
        </w:tc>
        <w:tc>
          <w:tcPr>
            <w:tcW w:w="1140" w:type="dxa"/>
          </w:tcPr>
          <w:p w14:paraId="47F34A2E" w14:textId="7ED109AA" w:rsidR="00991AAE" w:rsidRPr="00F86A6E" w:rsidRDefault="00991AA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B719C34" w14:textId="346CBA9E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825A66" w14:textId="6D3B6488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3D2B6ED" w14:textId="77777777" w:rsidR="00991AAE" w:rsidRPr="00F86A6E" w:rsidRDefault="00991AAE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15C05A99" w14:textId="1B1B299C" w:rsidR="00991AAE" w:rsidRPr="00991AAE" w:rsidRDefault="00991AAE" w:rsidP="00157D48">
            <w:pPr>
              <w:rPr>
                <w:rFonts w:ascii="Arial" w:hAnsi="Arial" w:cs="Arial"/>
                <w:lang w:val="fr-BE"/>
              </w:rPr>
            </w:pPr>
            <w:r w:rsidRPr="00991AAE">
              <w:rPr>
                <w:rFonts w:ascii="Arial" w:hAnsi="Arial" w:cs="Arial"/>
                <w:lang w:val="fr-BE"/>
              </w:rPr>
              <w:t>cm (sans set de fixati</w:t>
            </w:r>
            <w:r>
              <w:rPr>
                <w:rFonts w:ascii="Arial" w:hAnsi="Arial" w:cs="Arial"/>
                <w:lang w:val="fr-BE"/>
              </w:rPr>
              <w:t>on murale)</w:t>
            </w:r>
          </w:p>
        </w:tc>
      </w:tr>
    </w:tbl>
    <w:p w14:paraId="109CFFE0" w14:textId="77777777" w:rsidR="004376C8" w:rsidRPr="00981C24" w:rsidRDefault="004376C8" w:rsidP="004376C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7210EAD8" w14:textId="77777777" w:rsidR="004376C8" w:rsidRPr="00B4272C" w:rsidRDefault="004376C8" w:rsidP="004376C8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E0E62B3" w14:textId="77777777" w:rsidR="004376C8" w:rsidRPr="00B4272C" w:rsidRDefault="004376C8" w:rsidP="004376C8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4F0AA51D" w14:textId="1288298C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205F7" w:rsidRPr="00A75548" w14:paraId="3AD1EFFE" w14:textId="77777777" w:rsidTr="00DB36FE">
        <w:trPr>
          <w:trHeight w:hRule="exact" w:val="3402"/>
        </w:trPr>
        <w:tc>
          <w:tcPr>
            <w:tcW w:w="3341" w:type="dxa"/>
            <w:vAlign w:val="bottom"/>
          </w:tcPr>
          <w:p w14:paraId="5B5A5F42" w14:textId="26FE9290" w:rsidR="002205F7" w:rsidRPr="00A75548" w:rsidRDefault="00216A34" w:rsidP="00DB36FE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0F496F63" wp14:editId="0F42F0F9">
                  <wp:extent cx="94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5054649" w14:textId="7CDCA09F" w:rsidR="002205F7" w:rsidRPr="00A75548" w:rsidRDefault="00216A34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70AF7A3" wp14:editId="3ACAF611">
                  <wp:extent cx="126873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6663A29" w14:textId="734A4038" w:rsidR="002205F7" w:rsidRPr="00A75548" w:rsidRDefault="00216A34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28E9138" wp14:editId="3265C1F9">
                  <wp:extent cx="10928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10E6D750" w14:textId="3288849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E7F3E7C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</w:t>
      </w:r>
      <w:r w:rsidR="002205F7">
        <w:rPr>
          <w:rFonts w:ascii="Arial" w:hAnsi="Arial" w:cs="Arial"/>
          <w:lang w:val="fr-BE"/>
        </w:rPr>
        <w:t xml:space="preserve"> - 130</w:t>
      </w:r>
      <w:r>
        <w:rPr>
          <w:rFonts w:ascii="Arial" w:hAnsi="Arial" w:cs="Arial"/>
          <w:lang w:val="fr-BE"/>
        </w:rPr>
        <w:t xml:space="preserve"> cm (hauteur)</w:t>
      </w:r>
    </w:p>
    <w:p w14:paraId="5A3602E5" w14:textId="6EA37A33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2205F7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D78E9" w14:textId="77777777" w:rsidR="00E96A94" w:rsidRDefault="00E96A94">
      <w:r>
        <w:separator/>
      </w:r>
    </w:p>
  </w:endnote>
  <w:endnote w:type="continuationSeparator" w:id="0">
    <w:p w14:paraId="47440172" w14:textId="77777777" w:rsidR="00E96A94" w:rsidRDefault="00E9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38C87280" w:rsidR="007C7FFA" w:rsidRDefault="00552888" w:rsidP="00C742E4">
          <w:pPr>
            <w:pStyle w:val="Footer"/>
          </w:pPr>
          <w:r>
            <w:t>Version 0</w:t>
          </w:r>
          <w:r w:rsidR="00D7197C">
            <w:t>1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B93CE5">
            <w:fldChar w:fldCharType="begin"/>
          </w:r>
          <w:r w:rsidR="00B93CE5">
            <w:instrText xml:space="preserve"> NUMPAGES  \* Arabic  \* MERGEFORMAT </w:instrText>
          </w:r>
          <w:r w:rsidR="00B93CE5">
            <w:fldChar w:fldCharType="separate"/>
          </w:r>
          <w:r w:rsidR="00AA3555">
            <w:rPr>
              <w:noProof/>
            </w:rPr>
            <w:t>2</w:t>
          </w:r>
          <w:r w:rsidR="00B93CE5">
            <w:rPr>
              <w:noProof/>
            </w:rPr>
            <w:fldChar w:fldCharType="end"/>
          </w:r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E427" w14:textId="77777777" w:rsidR="00E96A94" w:rsidRDefault="00E96A94">
      <w:r>
        <w:separator/>
      </w:r>
    </w:p>
  </w:footnote>
  <w:footnote w:type="continuationSeparator" w:id="0">
    <w:p w14:paraId="2F1A0BD0" w14:textId="77777777" w:rsidR="00E96A94" w:rsidRDefault="00E96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2D33BDAE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D7197C">
      <w:rPr>
        <w:rFonts w:ascii="Arial" w:hAnsi="Arial" w:cs="Arial"/>
        <w:b/>
        <w:bCs/>
        <w:lang w:val="fr-FR"/>
      </w:rPr>
      <w:t>Duofix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D7197C">
      <w:rPr>
        <w:rFonts w:ascii="Arial" w:hAnsi="Arial" w:cs="Arial"/>
        <w:b/>
        <w:bCs/>
        <w:lang w:val="fr-FR"/>
      </w:rPr>
      <w:t>urinoir</w:t>
    </w:r>
    <w:r w:rsidR="00A34AAD">
      <w:rPr>
        <w:rFonts w:ascii="Arial" w:hAnsi="Arial" w:cs="Arial"/>
        <w:b/>
        <w:bCs/>
        <w:lang w:val="fr-FR"/>
      </w:rPr>
      <w:t xml:space="preserve"> avec</w:t>
    </w:r>
    <w:r w:rsidR="00D7197C"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76FD3E3B" w:rsidR="007C7FFA" w:rsidRPr="00F86A6E" w:rsidRDefault="00A34AAD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 xml:space="preserve">pulvérisateur d'eau, </w:t>
    </w:r>
    <w:r w:rsidR="0080367F">
      <w:rPr>
        <w:rFonts w:ascii="Arial" w:hAnsi="Arial" w:cs="Arial"/>
        <w:b/>
        <w:bCs/>
        <w:lang w:val="fr-FR"/>
      </w:rPr>
      <w:t xml:space="preserve">pour </w:t>
    </w:r>
    <w:r w:rsidR="00CA0E02">
      <w:rPr>
        <w:rFonts w:ascii="Arial" w:hAnsi="Arial" w:cs="Arial"/>
        <w:b/>
        <w:bCs/>
        <w:lang w:val="fr-FR"/>
      </w:rPr>
      <w:t xml:space="preserve">commande </w:t>
    </w:r>
    <w:r>
      <w:rPr>
        <w:rFonts w:ascii="Arial" w:hAnsi="Arial" w:cs="Arial"/>
        <w:b/>
        <w:bCs/>
        <w:lang w:val="fr-FR"/>
      </w:rPr>
      <w:br/>
    </w:r>
    <w:r w:rsidR="0080367F">
      <w:rPr>
        <w:rFonts w:ascii="Arial" w:hAnsi="Arial" w:cs="Arial"/>
        <w:b/>
        <w:bCs/>
        <w:lang w:val="fr-FR"/>
      </w:rPr>
      <w:t xml:space="preserve">au-dessus de </w:t>
    </w:r>
    <w:r w:rsidR="000B07EC">
      <w:rPr>
        <w:rFonts w:ascii="Arial" w:hAnsi="Arial" w:cs="Arial"/>
        <w:b/>
        <w:bCs/>
        <w:lang w:val="fr-FR"/>
      </w:rPr>
      <w:t>l'urinoir</w:t>
    </w:r>
    <w:r w:rsidR="0080367F">
      <w:rPr>
        <w:rFonts w:ascii="Arial" w:hAnsi="Arial" w:cs="Arial"/>
        <w:b/>
        <w:bCs/>
        <w:lang w:val="fr-FR"/>
      </w:rPr>
      <w:t>, à encastrer,</w:t>
    </w:r>
    <w:r w:rsidR="00CA0E02">
      <w:rPr>
        <w:rFonts w:ascii="Arial" w:hAnsi="Arial" w:cs="Arial"/>
        <w:b/>
        <w:bCs/>
        <w:lang w:val="fr-FR"/>
      </w:rPr>
      <w:t xml:space="preserve"> </w:t>
    </w:r>
    <w:r w:rsidR="0065743B" w:rsidRPr="006E5FD1">
      <w:rPr>
        <w:rFonts w:ascii="Arial" w:hAnsi="Arial"/>
        <w:b/>
        <w:lang w:val="fr-FR"/>
      </w:rPr>
      <w:t>111.</w:t>
    </w:r>
    <w:r w:rsidR="00D7197C">
      <w:rPr>
        <w:rFonts w:ascii="Arial" w:hAnsi="Arial"/>
        <w:b/>
        <w:lang w:val="fr-FR"/>
      </w:rPr>
      <w:t>6</w:t>
    </w:r>
    <w:r>
      <w:rPr>
        <w:rFonts w:ascii="Arial" w:hAnsi="Arial"/>
        <w:b/>
        <w:lang w:val="fr-FR"/>
      </w:rPr>
      <w:t>7</w:t>
    </w:r>
    <w:r w:rsidR="00D7197C">
      <w:rPr>
        <w:rFonts w:ascii="Arial" w:hAnsi="Arial"/>
        <w:b/>
        <w:lang w:val="fr-FR"/>
      </w:rPr>
      <w:t>6</w:t>
    </w:r>
    <w:r w:rsidR="0065743B" w:rsidRPr="006E5FD1">
      <w:rPr>
        <w:rFonts w:ascii="Arial" w:hAnsi="Arial"/>
        <w:b/>
        <w:lang w:val="fr-FR"/>
      </w:rPr>
      <w:t>.00.</w:t>
    </w:r>
    <w:r w:rsidR="00D7197C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6BF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47BC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07EC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199C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824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38C0"/>
    <w:rsid w:val="0021689F"/>
    <w:rsid w:val="00216A34"/>
    <w:rsid w:val="00217D8E"/>
    <w:rsid w:val="002205F7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AEA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62E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376C8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2E71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4B8C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6493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3606A"/>
    <w:rsid w:val="007416C2"/>
    <w:rsid w:val="007420EC"/>
    <w:rsid w:val="00742BC2"/>
    <w:rsid w:val="007438E1"/>
    <w:rsid w:val="007441E6"/>
    <w:rsid w:val="00745EA7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11C3"/>
    <w:rsid w:val="00785436"/>
    <w:rsid w:val="007864A7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280C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367F"/>
    <w:rsid w:val="008053D0"/>
    <w:rsid w:val="0081356A"/>
    <w:rsid w:val="0081484D"/>
    <w:rsid w:val="008205F8"/>
    <w:rsid w:val="00823E62"/>
    <w:rsid w:val="00823FF8"/>
    <w:rsid w:val="00832A37"/>
    <w:rsid w:val="00834452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1F59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373E0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1AAE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4AAD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31B8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643F"/>
    <w:rsid w:val="00B90BB8"/>
    <w:rsid w:val="00B9397F"/>
    <w:rsid w:val="00B93CE5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0E02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330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197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3556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6A94"/>
    <w:rsid w:val="00E9745E"/>
    <w:rsid w:val="00EA337A"/>
    <w:rsid w:val="00EA354B"/>
    <w:rsid w:val="00EA4952"/>
    <w:rsid w:val="00EA584F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10C2"/>
    <w:rsid w:val="00FA299D"/>
    <w:rsid w:val="00FA51F1"/>
    <w:rsid w:val="00FB0DEC"/>
    <w:rsid w:val="00FB0EBB"/>
    <w:rsid w:val="00FB1791"/>
    <w:rsid w:val="00FB4B05"/>
    <w:rsid w:val="00FB5452"/>
    <w:rsid w:val="00FC4285"/>
    <w:rsid w:val="00FC48BA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D032BF-7B8A-4A4B-AC18-79C615422629}"/>
</file>

<file path=customXml/itemProps2.xml><?xml version="1.0" encoding="utf-8"?>
<ds:datastoreItem xmlns:ds="http://schemas.openxmlformats.org/officeDocument/2006/customXml" ds:itemID="{AE05C331-7560-4B8A-A8CB-2678BA36D98F}">
  <ds:schemaRefs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</TotalTime>
  <Pages>2</Pages>
  <Words>561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2023-12-21T08:55:00Z</dcterms:created>
  <dcterms:modified xsi:type="dcterms:W3CDTF">2023-12-21T09:30:00Z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